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D84B2" w14:textId="0AB6D491" w:rsidR="00F44257" w:rsidRDefault="00D82C7B" w:rsidP="00EB04E8">
      <w:pPr>
        <w:spacing w:after="0"/>
        <w:jc w:val="both"/>
        <w:rPr>
          <w:b/>
          <w:bCs/>
        </w:rPr>
      </w:pPr>
      <w:r>
        <w:rPr>
          <w:b/>
          <w:bCs/>
        </w:rPr>
        <w:t xml:space="preserve">Siseminister Igor </w:t>
      </w:r>
      <w:proofErr w:type="spellStart"/>
      <w:r>
        <w:rPr>
          <w:b/>
          <w:bCs/>
        </w:rPr>
        <w:t>Taro</w:t>
      </w:r>
      <w:proofErr w:type="spellEnd"/>
    </w:p>
    <w:p w14:paraId="33B1C850" w14:textId="77777777" w:rsidR="00F44257" w:rsidRDefault="00F44257" w:rsidP="00EB04E8">
      <w:pPr>
        <w:spacing w:after="0"/>
        <w:jc w:val="both"/>
        <w:rPr>
          <w:b/>
          <w:bCs/>
        </w:rPr>
      </w:pPr>
    </w:p>
    <w:p w14:paraId="431AD8B1" w14:textId="77777777" w:rsidR="00F44257" w:rsidRDefault="00F44257" w:rsidP="00EB04E8">
      <w:pPr>
        <w:spacing w:after="0"/>
        <w:jc w:val="both"/>
        <w:rPr>
          <w:b/>
          <w:bCs/>
        </w:rPr>
      </w:pPr>
    </w:p>
    <w:p w14:paraId="4F573327" w14:textId="1DBB81A2" w:rsidR="00F44257" w:rsidRDefault="00C3555D" w:rsidP="00EB04E8">
      <w:pPr>
        <w:spacing w:after="0"/>
        <w:jc w:val="both"/>
      </w:pPr>
      <w:r>
        <w:rPr>
          <w:b/>
          <w:bCs/>
        </w:rPr>
        <w:t>Riigikogu liikme kirjalik küsimus</w:t>
      </w:r>
      <w:r w:rsidR="00F44257">
        <w:rPr>
          <w:b/>
          <w:bCs/>
        </w:rPr>
        <w:tab/>
      </w:r>
      <w:r w:rsidR="00F44257">
        <w:rPr>
          <w:b/>
          <w:bCs/>
        </w:rPr>
        <w:tab/>
      </w:r>
      <w:r w:rsidR="00F44257">
        <w:rPr>
          <w:b/>
          <w:bCs/>
        </w:rPr>
        <w:tab/>
      </w:r>
      <w:r w:rsidR="00F44257">
        <w:rPr>
          <w:b/>
          <w:bCs/>
        </w:rPr>
        <w:tab/>
      </w:r>
      <w:r w:rsidR="00F44257">
        <w:rPr>
          <w:b/>
          <w:bCs/>
        </w:rPr>
        <w:tab/>
      </w:r>
      <w:r w:rsidR="00F44257">
        <w:rPr>
          <w:b/>
          <w:bCs/>
        </w:rPr>
        <w:tab/>
      </w:r>
      <w:r w:rsidR="0019000D">
        <w:rPr>
          <w:b/>
          <w:bCs/>
        </w:rPr>
        <w:tab/>
      </w:r>
      <w:r w:rsidR="00D82C7B">
        <w:t>10</w:t>
      </w:r>
      <w:r w:rsidR="00051D0A">
        <w:t>.11</w:t>
      </w:r>
      <w:r w:rsidR="00AC2244">
        <w:t>.2025</w:t>
      </w:r>
    </w:p>
    <w:p w14:paraId="6F819D7C" w14:textId="77777777" w:rsidR="00F44257" w:rsidRDefault="00F44257" w:rsidP="00EB04E8">
      <w:pPr>
        <w:spacing w:after="0"/>
        <w:jc w:val="both"/>
      </w:pPr>
    </w:p>
    <w:p w14:paraId="4ECA674F" w14:textId="77777777" w:rsidR="00F44257" w:rsidRDefault="00F44257" w:rsidP="00EB04E8">
      <w:pPr>
        <w:jc w:val="both"/>
      </w:pPr>
    </w:p>
    <w:p w14:paraId="77FB27F7" w14:textId="77777777" w:rsidR="00F44257" w:rsidRDefault="00F44257" w:rsidP="00EB04E8">
      <w:pPr>
        <w:jc w:val="both"/>
      </w:pPr>
    </w:p>
    <w:p w14:paraId="1DF46AF5" w14:textId="529EF2E3" w:rsidR="006E494E" w:rsidRDefault="00D82C7B" w:rsidP="00D82C7B">
      <w:pPr>
        <w:spacing w:after="0"/>
        <w:jc w:val="both"/>
      </w:pPr>
      <w:r>
        <w:t>Palun esitage andmed selle kohta, kui mitmel korral on alates 1.jaanuarist 2021 kuni tänaseni Kodakondsuse seaduse §10 alusel isikuteel antud Eesti kodakondsus. Tooge andmed välja kuude lõikes ning kodakondsuse saanud isikute rahvuse ning Eesti kodakondsuse andmise hetkeni kehtinud kodakondsuste kaupa (</w:t>
      </w:r>
      <w:proofErr w:type="spellStart"/>
      <w:r>
        <w:t xml:space="preserve">vt. </w:t>
      </w:r>
      <w:proofErr w:type="spellEnd"/>
      <w:r>
        <w:t>allolevad tabeli mallid)</w:t>
      </w:r>
    </w:p>
    <w:p w14:paraId="22E3CE16" w14:textId="77777777" w:rsidR="00D82C7B" w:rsidRDefault="00D82C7B" w:rsidP="00D82C7B">
      <w:pPr>
        <w:spacing w:after="0"/>
        <w:jc w:val="both"/>
      </w:pPr>
    </w:p>
    <w:tbl>
      <w:tblPr>
        <w:tblStyle w:val="TableGrid"/>
        <w:tblW w:w="9209" w:type="dxa"/>
        <w:tblLook w:val="04A0" w:firstRow="1" w:lastRow="0" w:firstColumn="1" w:lastColumn="0" w:noHBand="0" w:noVBand="1"/>
      </w:tblPr>
      <w:tblGrid>
        <w:gridCol w:w="2119"/>
        <w:gridCol w:w="3688"/>
        <w:gridCol w:w="3402"/>
      </w:tblGrid>
      <w:tr w:rsidR="00D82C7B" w14:paraId="296C9F83" w14:textId="4EE881E5" w:rsidTr="00D82C7B">
        <w:tc>
          <w:tcPr>
            <w:tcW w:w="2119" w:type="dxa"/>
          </w:tcPr>
          <w:p w14:paraId="1E7387C4" w14:textId="1CB10F27" w:rsidR="00D82C7B" w:rsidRPr="00D82C7B" w:rsidRDefault="00D82C7B" w:rsidP="00D82C7B">
            <w:pPr>
              <w:spacing w:after="0"/>
              <w:jc w:val="both"/>
              <w:rPr>
                <w:b/>
                <w:bCs/>
                <w:lang w:val="en-EE"/>
              </w:rPr>
            </w:pPr>
            <w:r>
              <w:rPr>
                <w:b/>
                <w:bCs/>
                <w:lang w:val="en-EE"/>
              </w:rPr>
              <w:t>Kodakondsuse andmise aeg</w:t>
            </w:r>
          </w:p>
        </w:tc>
        <w:tc>
          <w:tcPr>
            <w:tcW w:w="3688" w:type="dxa"/>
          </w:tcPr>
          <w:p w14:paraId="512C3F3F" w14:textId="5290687F" w:rsidR="00D82C7B" w:rsidRDefault="00D82C7B" w:rsidP="00D82C7B">
            <w:pPr>
              <w:spacing w:after="0"/>
              <w:jc w:val="both"/>
              <w:rPr>
                <w:lang w:val="en-EE"/>
              </w:rPr>
            </w:pPr>
            <w:r>
              <w:rPr>
                <w:lang w:val="en-EE"/>
              </w:rPr>
              <w:t>Kodakondsuse saanud isiku rahvus</w:t>
            </w:r>
          </w:p>
        </w:tc>
        <w:tc>
          <w:tcPr>
            <w:tcW w:w="3402" w:type="dxa"/>
          </w:tcPr>
          <w:p w14:paraId="298333F2" w14:textId="1C75D86F" w:rsidR="00D82C7B" w:rsidRDefault="00D82C7B" w:rsidP="00D82C7B">
            <w:pPr>
              <w:spacing w:after="0"/>
              <w:jc w:val="both"/>
              <w:rPr>
                <w:lang w:val="en-EE"/>
              </w:rPr>
            </w:pPr>
            <w:r>
              <w:rPr>
                <w:lang w:val="en-EE"/>
              </w:rPr>
              <w:t>Kodakondsuse saanud isikute arv</w:t>
            </w:r>
          </w:p>
        </w:tc>
      </w:tr>
      <w:tr w:rsidR="00D82C7B" w14:paraId="68F5936F" w14:textId="566B4BEE" w:rsidTr="00D82C7B">
        <w:tc>
          <w:tcPr>
            <w:tcW w:w="2119" w:type="dxa"/>
            <w:vMerge w:val="restart"/>
          </w:tcPr>
          <w:p w14:paraId="47301AD6" w14:textId="753D662D" w:rsidR="00D82C7B" w:rsidRDefault="00D82C7B" w:rsidP="00D82C7B">
            <w:pPr>
              <w:spacing w:after="0"/>
              <w:jc w:val="both"/>
              <w:rPr>
                <w:lang w:val="en-EE"/>
              </w:rPr>
            </w:pPr>
            <w:r>
              <w:rPr>
                <w:lang w:val="en-EE"/>
              </w:rPr>
              <w:t>Jaanuar 2021</w:t>
            </w:r>
          </w:p>
        </w:tc>
        <w:tc>
          <w:tcPr>
            <w:tcW w:w="3688" w:type="dxa"/>
          </w:tcPr>
          <w:p w14:paraId="1B827111" w14:textId="32E0173B" w:rsidR="00D82C7B" w:rsidRDefault="00D82C7B" w:rsidP="00D82C7B">
            <w:pPr>
              <w:spacing w:after="0"/>
              <w:jc w:val="both"/>
              <w:rPr>
                <w:lang w:val="en-EE"/>
              </w:rPr>
            </w:pPr>
            <w:r>
              <w:rPr>
                <w:lang w:val="en-EE"/>
              </w:rPr>
              <w:t>Rahvus 1</w:t>
            </w:r>
          </w:p>
        </w:tc>
        <w:tc>
          <w:tcPr>
            <w:tcW w:w="3402" w:type="dxa"/>
          </w:tcPr>
          <w:p w14:paraId="76384D2C" w14:textId="59E7FA97" w:rsidR="00D82C7B" w:rsidRDefault="00D82C7B" w:rsidP="00D82C7B">
            <w:pPr>
              <w:spacing w:after="0"/>
              <w:jc w:val="both"/>
              <w:rPr>
                <w:lang w:val="en-EE"/>
              </w:rPr>
            </w:pPr>
            <w:r>
              <w:rPr>
                <w:lang w:val="en-EE"/>
              </w:rPr>
              <w:t>x</w:t>
            </w:r>
          </w:p>
        </w:tc>
      </w:tr>
      <w:tr w:rsidR="00D82C7B" w14:paraId="265FB429" w14:textId="378534C5" w:rsidTr="00D82C7B">
        <w:tc>
          <w:tcPr>
            <w:tcW w:w="2119" w:type="dxa"/>
            <w:vMerge/>
          </w:tcPr>
          <w:p w14:paraId="3025EC4E" w14:textId="77777777" w:rsidR="00D82C7B" w:rsidRDefault="00D82C7B" w:rsidP="00D82C7B">
            <w:pPr>
              <w:spacing w:after="0"/>
              <w:jc w:val="both"/>
              <w:rPr>
                <w:lang w:val="en-EE"/>
              </w:rPr>
            </w:pPr>
          </w:p>
        </w:tc>
        <w:tc>
          <w:tcPr>
            <w:tcW w:w="3688" w:type="dxa"/>
          </w:tcPr>
          <w:p w14:paraId="39E74427" w14:textId="2534E659" w:rsidR="00D82C7B" w:rsidRDefault="00D82C7B" w:rsidP="00D82C7B">
            <w:pPr>
              <w:spacing w:after="0"/>
              <w:jc w:val="both"/>
              <w:rPr>
                <w:lang w:val="en-EE"/>
              </w:rPr>
            </w:pPr>
            <w:r>
              <w:rPr>
                <w:lang w:val="en-EE"/>
              </w:rPr>
              <w:t>Rahvus 2</w:t>
            </w:r>
          </w:p>
        </w:tc>
        <w:tc>
          <w:tcPr>
            <w:tcW w:w="3402" w:type="dxa"/>
          </w:tcPr>
          <w:p w14:paraId="782E6182" w14:textId="7975BADF" w:rsidR="00D82C7B" w:rsidRDefault="00D82C7B" w:rsidP="00D82C7B">
            <w:pPr>
              <w:spacing w:after="0"/>
              <w:jc w:val="both"/>
              <w:rPr>
                <w:lang w:val="en-EE"/>
              </w:rPr>
            </w:pPr>
            <w:r>
              <w:rPr>
                <w:lang w:val="en-EE"/>
              </w:rPr>
              <w:t>y</w:t>
            </w:r>
          </w:p>
        </w:tc>
      </w:tr>
      <w:tr w:rsidR="00D82C7B" w14:paraId="129E2E79" w14:textId="7F9772CF" w:rsidTr="00D82C7B">
        <w:tc>
          <w:tcPr>
            <w:tcW w:w="2119" w:type="dxa"/>
            <w:vMerge/>
          </w:tcPr>
          <w:p w14:paraId="408F4D01" w14:textId="77777777" w:rsidR="00D82C7B" w:rsidRDefault="00D82C7B" w:rsidP="00D82C7B">
            <w:pPr>
              <w:spacing w:after="0"/>
              <w:jc w:val="both"/>
              <w:rPr>
                <w:lang w:val="en-EE"/>
              </w:rPr>
            </w:pPr>
          </w:p>
        </w:tc>
        <w:tc>
          <w:tcPr>
            <w:tcW w:w="3688" w:type="dxa"/>
          </w:tcPr>
          <w:p w14:paraId="5489FD79" w14:textId="4359D3EE" w:rsidR="00D82C7B" w:rsidRDefault="00D82C7B" w:rsidP="00D82C7B">
            <w:pPr>
              <w:spacing w:after="0"/>
              <w:jc w:val="both"/>
              <w:rPr>
                <w:lang w:val="en-EE"/>
              </w:rPr>
            </w:pPr>
            <w:r>
              <w:rPr>
                <w:lang w:val="en-EE"/>
              </w:rPr>
              <w:t>…</w:t>
            </w:r>
          </w:p>
        </w:tc>
        <w:tc>
          <w:tcPr>
            <w:tcW w:w="3402" w:type="dxa"/>
          </w:tcPr>
          <w:p w14:paraId="4CCDEA31" w14:textId="7E6ADD83" w:rsidR="00D82C7B" w:rsidRDefault="00D82C7B" w:rsidP="00D82C7B">
            <w:pPr>
              <w:spacing w:after="0"/>
              <w:jc w:val="both"/>
              <w:rPr>
                <w:lang w:val="en-EE"/>
              </w:rPr>
            </w:pPr>
            <w:r>
              <w:rPr>
                <w:lang w:val="en-EE"/>
              </w:rPr>
              <w:t>…</w:t>
            </w:r>
          </w:p>
        </w:tc>
      </w:tr>
      <w:tr w:rsidR="00D82C7B" w14:paraId="38A82099" w14:textId="77777777" w:rsidTr="00D82C7B">
        <w:tc>
          <w:tcPr>
            <w:tcW w:w="2119" w:type="dxa"/>
            <w:vMerge/>
          </w:tcPr>
          <w:p w14:paraId="43594BE2" w14:textId="77777777" w:rsidR="00D82C7B" w:rsidRDefault="00D82C7B" w:rsidP="00D82C7B">
            <w:pPr>
              <w:spacing w:after="0"/>
              <w:jc w:val="both"/>
              <w:rPr>
                <w:lang w:val="en-EE"/>
              </w:rPr>
            </w:pPr>
          </w:p>
        </w:tc>
        <w:tc>
          <w:tcPr>
            <w:tcW w:w="3688" w:type="dxa"/>
          </w:tcPr>
          <w:p w14:paraId="53C0F48B" w14:textId="12CFAADD" w:rsidR="00D82C7B" w:rsidRDefault="00D82C7B" w:rsidP="00D82C7B">
            <w:pPr>
              <w:spacing w:after="0"/>
              <w:jc w:val="both"/>
              <w:rPr>
                <w:lang w:val="en-EE"/>
              </w:rPr>
            </w:pPr>
            <w:r>
              <w:rPr>
                <w:lang w:val="en-EE"/>
              </w:rPr>
              <w:t>Rahvus n</w:t>
            </w:r>
          </w:p>
        </w:tc>
        <w:tc>
          <w:tcPr>
            <w:tcW w:w="3402" w:type="dxa"/>
          </w:tcPr>
          <w:p w14:paraId="2C72515D" w14:textId="7743BC66" w:rsidR="00D82C7B" w:rsidRDefault="009C4C10" w:rsidP="00D82C7B">
            <w:pPr>
              <w:spacing w:after="0"/>
              <w:jc w:val="both"/>
              <w:rPr>
                <w:lang w:val="en-EE"/>
              </w:rPr>
            </w:pPr>
            <w:r>
              <w:rPr>
                <w:lang w:val="en-EE"/>
              </w:rPr>
              <w:t>z</w:t>
            </w:r>
          </w:p>
        </w:tc>
      </w:tr>
      <w:tr w:rsidR="00D82C7B" w14:paraId="6FBE16A0" w14:textId="77777777" w:rsidTr="00D82C7B">
        <w:tc>
          <w:tcPr>
            <w:tcW w:w="2119" w:type="dxa"/>
          </w:tcPr>
          <w:p w14:paraId="6F84DAEE" w14:textId="381DF167" w:rsidR="00D82C7B" w:rsidRDefault="00D82C7B" w:rsidP="00D82C7B">
            <w:pPr>
              <w:spacing w:after="0"/>
              <w:jc w:val="both"/>
              <w:rPr>
                <w:lang w:val="en-EE"/>
              </w:rPr>
            </w:pPr>
            <w:r>
              <w:rPr>
                <w:lang w:val="en-EE"/>
              </w:rPr>
              <w:t>…</w:t>
            </w:r>
          </w:p>
        </w:tc>
        <w:tc>
          <w:tcPr>
            <w:tcW w:w="3688" w:type="dxa"/>
          </w:tcPr>
          <w:p w14:paraId="56CFDB04" w14:textId="31E0C35C" w:rsidR="00D82C7B" w:rsidRDefault="00D82C7B" w:rsidP="00D82C7B">
            <w:pPr>
              <w:spacing w:after="0"/>
              <w:jc w:val="both"/>
              <w:rPr>
                <w:lang w:val="en-EE"/>
              </w:rPr>
            </w:pPr>
            <w:r>
              <w:rPr>
                <w:lang w:val="en-EE"/>
              </w:rPr>
              <w:t>…</w:t>
            </w:r>
          </w:p>
        </w:tc>
        <w:tc>
          <w:tcPr>
            <w:tcW w:w="3402" w:type="dxa"/>
          </w:tcPr>
          <w:p w14:paraId="7F11FA59" w14:textId="11A9B62F" w:rsidR="00D82C7B" w:rsidRDefault="00D82C7B" w:rsidP="00D82C7B">
            <w:pPr>
              <w:spacing w:after="0"/>
              <w:jc w:val="both"/>
              <w:rPr>
                <w:lang w:val="en-EE"/>
              </w:rPr>
            </w:pPr>
            <w:r>
              <w:rPr>
                <w:lang w:val="en-EE"/>
              </w:rPr>
              <w:t>…</w:t>
            </w:r>
          </w:p>
        </w:tc>
      </w:tr>
      <w:tr w:rsidR="00D82C7B" w14:paraId="1365B9CE" w14:textId="77777777" w:rsidTr="00D82C7B">
        <w:tc>
          <w:tcPr>
            <w:tcW w:w="2119" w:type="dxa"/>
            <w:vMerge w:val="restart"/>
          </w:tcPr>
          <w:p w14:paraId="6454F194" w14:textId="2700C431" w:rsidR="00D82C7B" w:rsidRDefault="00D82C7B" w:rsidP="00D82C7B">
            <w:pPr>
              <w:spacing w:after="0"/>
              <w:jc w:val="both"/>
              <w:rPr>
                <w:lang w:val="en-EE"/>
              </w:rPr>
            </w:pPr>
            <w:r>
              <w:rPr>
                <w:lang w:val="en-EE"/>
              </w:rPr>
              <w:t>Oktoober 2025</w:t>
            </w:r>
          </w:p>
        </w:tc>
        <w:tc>
          <w:tcPr>
            <w:tcW w:w="3688" w:type="dxa"/>
          </w:tcPr>
          <w:p w14:paraId="29C4A7A3" w14:textId="65CAF943" w:rsidR="00D82C7B" w:rsidRDefault="00D82C7B" w:rsidP="00D82C7B">
            <w:pPr>
              <w:spacing w:after="0"/>
              <w:jc w:val="both"/>
              <w:rPr>
                <w:lang w:val="en-EE"/>
              </w:rPr>
            </w:pPr>
            <w:r>
              <w:rPr>
                <w:lang w:val="en-EE"/>
              </w:rPr>
              <w:t>Rahvus 1</w:t>
            </w:r>
          </w:p>
        </w:tc>
        <w:tc>
          <w:tcPr>
            <w:tcW w:w="3402" w:type="dxa"/>
          </w:tcPr>
          <w:p w14:paraId="785FEF21" w14:textId="36C95D9A" w:rsidR="00D82C7B" w:rsidRDefault="00D82C7B" w:rsidP="00D82C7B">
            <w:pPr>
              <w:spacing w:after="0"/>
              <w:jc w:val="both"/>
              <w:rPr>
                <w:lang w:val="en-EE"/>
              </w:rPr>
            </w:pPr>
            <w:r>
              <w:rPr>
                <w:lang w:val="en-EE"/>
              </w:rPr>
              <w:t>x</w:t>
            </w:r>
          </w:p>
        </w:tc>
      </w:tr>
      <w:tr w:rsidR="00D82C7B" w14:paraId="3C996A97" w14:textId="77777777" w:rsidTr="00D82C7B">
        <w:tc>
          <w:tcPr>
            <w:tcW w:w="2119" w:type="dxa"/>
            <w:vMerge/>
          </w:tcPr>
          <w:p w14:paraId="71694205" w14:textId="77777777" w:rsidR="00D82C7B" w:rsidRDefault="00D82C7B" w:rsidP="00D82C7B">
            <w:pPr>
              <w:spacing w:after="0"/>
              <w:jc w:val="both"/>
              <w:rPr>
                <w:lang w:val="en-EE"/>
              </w:rPr>
            </w:pPr>
          </w:p>
        </w:tc>
        <w:tc>
          <w:tcPr>
            <w:tcW w:w="3688" w:type="dxa"/>
          </w:tcPr>
          <w:p w14:paraId="6E16B811" w14:textId="649AEA43" w:rsidR="00D82C7B" w:rsidRDefault="00D82C7B" w:rsidP="00D82C7B">
            <w:pPr>
              <w:spacing w:after="0"/>
              <w:jc w:val="both"/>
              <w:rPr>
                <w:lang w:val="en-EE"/>
              </w:rPr>
            </w:pPr>
            <w:r>
              <w:rPr>
                <w:lang w:val="en-EE"/>
              </w:rPr>
              <w:t>Rahvus 2</w:t>
            </w:r>
          </w:p>
        </w:tc>
        <w:tc>
          <w:tcPr>
            <w:tcW w:w="3402" w:type="dxa"/>
          </w:tcPr>
          <w:p w14:paraId="78A066EC" w14:textId="2619EA27" w:rsidR="00D82C7B" w:rsidRDefault="00D82C7B" w:rsidP="00D82C7B">
            <w:pPr>
              <w:spacing w:after="0"/>
              <w:jc w:val="both"/>
              <w:rPr>
                <w:lang w:val="en-EE"/>
              </w:rPr>
            </w:pPr>
            <w:r>
              <w:rPr>
                <w:lang w:val="en-EE"/>
              </w:rPr>
              <w:t>y</w:t>
            </w:r>
          </w:p>
        </w:tc>
      </w:tr>
      <w:tr w:rsidR="00D82C7B" w14:paraId="77570E1A" w14:textId="77777777" w:rsidTr="00D82C7B">
        <w:tc>
          <w:tcPr>
            <w:tcW w:w="2119" w:type="dxa"/>
            <w:vMerge/>
          </w:tcPr>
          <w:p w14:paraId="332252CF" w14:textId="77777777" w:rsidR="00D82C7B" w:rsidRDefault="00D82C7B" w:rsidP="00D82C7B">
            <w:pPr>
              <w:spacing w:after="0"/>
              <w:jc w:val="both"/>
              <w:rPr>
                <w:lang w:val="en-EE"/>
              </w:rPr>
            </w:pPr>
          </w:p>
        </w:tc>
        <w:tc>
          <w:tcPr>
            <w:tcW w:w="3688" w:type="dxa"/>
          </w:tcPr>
          <w:p w14:paraId="46CFAFA2" w14:textId="61C4EAA3" w:rsidR="00D82C7B" w:rsidRDefault="00D82C7B" w:rsidP="00D82C7B">
            <w:pPr>
              <w:spacing w:after="0"/>
              <w:jc w:val="both"/>
              <w:rPr>
                <w:lang w:val="en-EE"/>
              </w:rPr>
            </w:pPr>
            <w:r>
              <w:rPr>
                <w:lang w:val="en-EE"/>
              </w:rPr>
              <w:t>…</w:t>
            </w:r>
          </w:p>
        </w:tc>
        <w:tc>
          <w:tcPr>
            <w:tcW w:w="3402" w:type="dxa"/>
          </w:tcPr>
          <w:p w14:paraId="2891AAED" w14:textId="5A6A5E55" w:rsidR="00D82C7B" w:rsidRDefault="00D82C7B" w:rsidP="00D82C7B">
            <w:pPr>
              <w:spacing w:after="0"/>
              <w:jc w:val="both"/>
              <w:rPr>
                <w:lang w:val="en-EE"/>
              </w:rPr>
            </w:pPr>
            <w:r>
              <w:rPr>
                <w:lang w:val="en-EE"/>
              </w:rPr>
              <w:t>…</w:t>
            </w:r>
          </w:p>
        </w:tc>
      </w:tr>
      <w:tr w:rsidR="00D82C7B" w14:paraId="1B9753B8" w14:textId="77777777" w:rsidTr="00D82C7B">
        <w:tc>
          <w:tcPr>
            <w:tcW w:w="2119" w:type="dxa"/>
            <w:vMerge/>
          </w:tcPr>
          <w:p w14:paraId="07AD81ED" w14:textId="77777777" w:rsidR="00D82C7B" w:rsidRDefault="00D82C7B" w:rsidP="00D82C7B">
            <w:pPr>
              <w:spacing w:after="0"/>
              <w:jc w:val="both"/>
              <w:rPr>
                <w:lang w:val="en-EE"/>
              </w:rPr>
            </w:pPr>
          </w:p>
        </w:tc>
        <w:tc>
          <w:tcPr>
            <w:tcW w:w="3688" w:type="dxa"/>
          </w:tcPr>
          <w:p w14:paraId="265E1866" w14:textId="177374D1" w:rsidR="00D82C7B" w:rsidRDefault="00D82C7B" w:rsidP="00D82C7B">
            <w:pPr>
              <w:spacing w:after="0"/>
              <w:jc w:val="both"/>
              <w:rPr>
                <w:lang w:val="en-EE"/>
              </w:rPr>
            </w:pPr>
            <w:r>
              <w:rPr>
                <w:lang w:val="en-EE"/>
              </w:rPr>
              <w:t>Rahvus n</w:t>
            </w:r>
          </w:p>
        </w:tc>
        <w:tc>
          <w:tcPr>
            <w:tcW w:w="3402" w:type="dxa"/>
          </w:tcPr>
          <w:p w14:paraId="02DAB67C" w14:textId="0F92C925" w:rsidR="00D82C7B" w:rsidRDefault="009C4C10" w:rsidP="00D82C7B">
            <w:pPr>
              <w:spacing w:after="0"/>
              <w:jc w:val="both"/>
              <w:rPr>
                <w:lang w:val="en-EE"/>
              </w:rPr>
            </w:pPr>
            <w:r>
              <w:rPr>
                <w:lang w:val="en-EE"/>
              </w:rPr>
              <w:t>z</w:t>
            </w:r>
          </w:p>
        </w:tc>
      </w:tr>
    </w:tbl>
    <w:p w14:paraId="15DDACB7" w14:textId="77777777" w:rsidR="00D82C7B" w:rsidRPr="00D82C7B" w:rsidRDefault="00D82C7B" w:rsidP="00D82C7B">
      <w:pPr>
        <w:spacing w:after="0"/>
        <w:jc w:val="both"/>
        <w:rPr>
          <w:lang w:val="en-EE"/>
        </w:rPr>
      </w:pPr>
    </w:p>
    <w:tbl>
      <w:tblPr>
        <w:tblStyle w:val="TableGrid"/>
        <w:tblW w:w="9209" w:type="dxa"/>
        <w:tblLook w:val="04A0" w:firstRow="1" w:lastRow="0" w:firstColumn="1" w:lastColumn="0" w:noHBand="0" w:noVBand="1"/>
      </w:tblPr>
      <w:tblGrid>
        <w:gridCol w:w="2119"/>
        <w:gridCol w:w="3688"/>
        <w:gridCol w:w="3402"/>
      </w:tblGrid>
      <w:tr w:rsidR="00D82C7B" w14:paraId="38060B65" w14:textId="77777777" w:rsidTr="00FB5166">
        <w:tc>
          <w:tcPr>
            <w:tcW w:w="2119" w:type="dxa"/>
          </w:tcPr>
          <w:p w14:paraId="47273E2C" w14:textId="77777777" w:rsidR="00D82C7B" w:rsidRPr="00D82C7B" w:rsidRDefault="00D82C7B" w:rsidP="00FB5166">
            <w:pPr>
              <w:spacing w:after="0"/>
              <w:jc w:val="both"/>
              <w:rPr>
                <w:b/>
                <w:bCs/>
                <w:lang w:val="en-EE"/>
              </w:rPr>
            </w:pPr>
            <w:r>
              <w:rPr>
                <w:b/>
                <w:bCs/>
                <w:lang w:val="en-EE"/>
              </w:rPr>
              <w:t>Kodakondsuse andmise aeg</w:t>
            </w:r>
          </w:p>
        </w:tc>
        <w:tc>
          <w:tcPr>
            <w:tcW w:w="3688" w:type="dxa"/>
          </w:tcPr>
          <w:p w14:paraId="4789090F" w14:textId="41BAB1C9" w:rsidR="00D82C7B" w:rsidRDefault="00D82C7B" w:rsidP="00FB5166">
            <w:pPr>
              <w:spacing w:after="0"/>
              <w:jc w:val="both"/>
              <w:rPr>
                <w:lang w:val="en-EE"/>
              </w:rPr>
            </w:pPr>
            <w:r>
              <w:rPr>
                <w:lang w:val="en-EE"/>
              </w:rPr>
              <w:t xml:space="preserve">Kodakondsuse saanud isiku </w:t>
            </w:r>
            <w:r>
              <w:rPr>
                <w:lang w:val="en-EE"/>
              </w:rPr>
              <w:t>kodakondsus enne Eesti kodakondsuse saamist</w:t>
            </w:r>
          </w:p>
        </w:tc>
        <w:tc>
          <w:tcPr>
            <w:tcW w:w="3402" w:type="dxa"/>
          </w:tcPr>
          <w:p w14:paraId="6F2D4D94" w14:textId="77777777" w:rsidR="00D82C7B" w:rsidRDefault="00D82C7B" w:rsidP="00FB5166">
            <w:pPr>
              <w:spacing w:after="0"/>
              <w:jc w:val="both"/>
              <w:rPr>
                <w:lang w:val="en-EE"/>
              </w:rPr>
            </w:pPr>
            <w:r>
              <w:rPr>
                <w:lang w:val="en-EE"/>
              </w:rPr>
              <w:t>Kodakondsuse saanud isikute arv</w:t>
            </w:r>
          </w:p>
        </w:tc>
      </w:tr>
      <w:tr w:rsidR="00D82C7B" w14:paraId="6E1E9F94" w14:textId="77777777" w:rsidTr="00FB5166">
        <w:tc>
          <w:tcPr>
            <w:tcW w:w="2119" w:type="dxa"/>
            <w:vMerge w:val="restart"/>
          </w:tcPr>
          <w:p w14:paraId="5AEFF96E" w14:textId="77777777" w:rsidR="00D82C7B" w:rsidRDefault="00D82C7B" w:rsidP="00FB5166">
            <w:pPr>
              <w:spacing w:after="0"/>
              <w:jc w:val="both"/>
              <w:rPr>
                <w:lang w:val="en-EE"/>
              </w:rPr>
            </w:pPr>
            <w:r>
              <w:rPr>
                <w:lang w:val="en-EE"/>
              </w:rPr>
              <w:t>Jaanuar 2021</w:t>
            </w:r>
          </w:p>
        </w:tc>
        <w:tc>
          <w:tcPr>
            <w:tcW w:w="3688" w:type="dxa"/>
          </w:tcPr>
          <w:p w14:paraId="4340E5B3" w14:textId="3EEFE045"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1</w:t>
            </w:r>
          </w:p>
        </w:tc>
        <w:tc>
          <w:tcPr>
            <w:tcW w:w="3402" w:type="dxa"/>
          </w:tcPr>
          <w:p w14:paraId="2BB8DDB8" w14:textId="77777777" w:rsidR="00D82C7B" w:rsidRDefault="00D82C7B" w:rsidP="00FB5166">
            <w:pPr>
              <w:spacing w:after="0"/>
              <w:jc w:val="both"/>
              <w:rPr>
                <w:lang w:val="en-EE"/>
              </w:rPr>
            </w:pPr>
            <w:r>
              <w:rPr>
                <w:lang w:val="en-EE"/>
              </w:rPr>
              <w:t>x</w:t>
            </w:r>
          </w:p>
        </w:tc>
      </w:tr>
      <w:tr w:rsidR="00D82C7B" w14:paraId="22CE479C" w14:textId="77777777" w:rsidTr="00FB5166">
        <w:tc>
          <w:tcPr>
            <w:tcW w:w="2119" w:type="dxa"/>
            <w:vMerge/>
          </w:tcPr>
          <w:p w14:paraId="27DCD266" w14:textId="77777777" w:rsidR="00D82C7B" w:rsidRDefault="00D82C7B" w:rsidP="00FB5166">
            <w:pPr>
              <w:spacing w:after="0"/>
              <w:jc w:val="both"/>
              <w:rPr>
                <w:lang w:val="en-EE"/>
              </w:rPr>
            </w:pPr>
          </w:p>
        </w:tc>
        <w:tc>
          <w:tcPr>
            <w:tcW w:w="3688" w:type="dxa"/>
          </w:tcPr>
          <w:p w14:paraId="5D80609B" w14:textId="65A600C9"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2</w:t>
            </w:r>
          </w:p>
        </w:tc>
        <w:tc>
          <w:tcPr>
            <w:tcW w:w="3402" w:type="dxa"/>
          </w:tcPr>
          <w:p w14:paraId="2106F413" w14:textId="77777777" w:rsidR="00D82C7B" w:rsidRDefault="00D82C7B" w:rsidP="00FB5166">
            <w:pPr>
              <w:spacing w:after="0"/>
              <w:jc w:val="both"/>
              <w:rPr>
                <w:lang w:val="en-EE"/>
              </w:rPr>
            </w:pPr>
            <w:r>
              <w:rPr>
                <w:lang w:val="en-EE"/>
              </w:rPr>
              <w:t>y</w:t>
            </w:r>
          </w:p>
        </w:tc>
      </w:tr>
      <w:tr w:rsidR="00D82C7B" w14:paraId="5B85A147" w14:textId="77777777" w:rsidTr="00FB5166">
        <w:tc>
          <w:tcPr>
            <w:tcW w:w="2119" w:type="dxa"/>
            <w:vMerge/>
          </w:tcPr>
          <w:p w14:paraId="5E9DE2D1" w14:textId="77777777" w:rsidR="00D82C7B" w:rsidRDefault="00D82C7B" w:rsidP="00FB5166">
            <w:pPr>
              <w:spacing w:after="0"/>
              <w:jc w:val="both"/>
              <w:rPr>
                <w:lang w:val="en-EE"/>
              </w:rPr>
            </w:pPr>
          </w:p>
        </w:tc>
        <w:tc>
          <w:tcPr>
            <w:tcW w:w="3688" w:type="dxa"/>
          </w:tcPr>
          <w:p w14:paraId="6A136023" w14:textId="77777777" w:rsidR="00D82C7B" w:rsidRDefault="00D82C7B" w:rsidP="00FB5166">
            <w:pPr>
              <w:spacing w:after="0"/>
              <w:jc w:val="both"/>
              <w:rPr>
                <w:lang w:val="en-EE"/>
              </w:rPr>
            </w:pPr>
            <w:r>
              <w:rPr>
                <w:lang w:val="en-EE"/>
              </w:rPr>
              <w:t>…</w:t>
            </w:r>
          </w:p>
        </w:tc>
        <w:tc>
          <w:tcPr>
            <w:tcW w:w="3402" w:type="dxa"/>
          </w:tcPr>
          <w:p w14:paraId="045C145B" w14:textId="77777777" w:rsidR="00D82C7B" w:rsidRDefault="00D82C7B" w:rsidP="00FB5166">
            <w:pPr>
              <w:spacing w:after="0"/>
              <w:jc w:val="both"/>
              <w:rPr>
                <w:lang w:val="en-EE"/>
              </w:rPr>
            </w:pPr>
            <w:r>
              <w:rPr>
                <w:lang w:val="en-EE"/>
              </w:rPr>
              <w:t>…</w:t>
            </w:r>
          </w:p>
        </w:tc>
      </w:tr>
      <w:tr w:rsidR="00D82C7B" w14:paraId="5BC04EC1" w14:textId="77777777" w:rsidTr="00FB5166">
        <w:tc>
          <w:tcPr>
            <w:tcW w:w="2119" w:type="dxa"/>
            <w:vMerge/>
          </w:tcPr>
          <w:p w14:paraId="3088FFCE" w14:textId="77777777" w:rsidR="00D82C7B" w:rsidRDefault="00D82C7B" w:rsidP="00FB5166">
            <w:pPr>
              <w:spacing w:after="0"/>
              <w:jc w:val="both"/>
              <w:rPr>
                <w:lang w:val="en-EE"/>
              </w:rPr>
            </w:pPr>
          </w:p>
        </w:tc>
        <w:tc>
          <w:tcPr>
            <w:tcW w:w="3688" w:type="dxa"/>
          </w:tcPr>
          <w:p w14:paraId="12CA419A" w14:textId="2963F3CF"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n</w:t>
            </w:r>
          </w:p>
        </w:tc>
        <w:tc>
          <w:tcPr>
            <w:tcW w:w="3402" w:type="dxa"/>
          </w:tcPr>
          <w:p w14:paraId="74437A86" w14:textId="37AEC8C4" w:rsidR="00D82C7B" w:rsidRDefault="009C4C10" w:rsidP="00FB5166">
            <w:pPr>
              <w:spacing w:after="0"/>
              <w:jc w:val="both"/>
              <w:rPr>
                <w:lang w:val="en-EE"/>
              </w:rPr>
            </w:pPr>
            <w:r>
              <w:rPr>
                <w:lang w:val="en-EE"/>
              </w:rPr>
              <w:t>z</w:t>
            </w:r>
          </w:p>
        </w:tc>
      </w:tr>
      <w:tr w:rsidR="00D82C7B" w14:paraId="1C0AA698" w14:textId="77777777" w:rsidTr="00FB5166">
        <w:tc>
          <w:tcPr>
            <w:tcW w:w="2119" w:type="dxa"/>
          </w:tcPr>
          <w:p w14:paraId="7B9A277D" w14:textId="77777777" w:rsidR="00D82C7B" w:rsidRDefault="00D82C7B" w:rsidP="00FB5166">
            <w:pPr>
              <w:spacing w:after="0"/>
              <w:jc w:val="both"/>
              <w:rPr>
                <w:lang w:val="en-EE"/>
              </w:rPr>
            </w:pPr>
            <w:r>
              <w:rPr>
                <w:lang w:val="en-EE"/>
              </w:rPr>
              <w:t>…</w:t>
            </w:r>
          </w:p>
        </w:tc>
        <w:tc>
          <w:tcPr>
            <w:tcW w:w="3688" w:type="dxa"/>
          </w:tcPr>
          <w:p w14:paraId="63E9DD65" w14:textId="77777777" w:rsidR="00D82C7B" w:rsidRDefault="00D82C7B" w:rsidP="00FB5166">
            <w:pPr>
              <w:spacing w:after="0"/>
              <w:jc w:val="both"/>
              <w:rPr>
                <w:lang w:val="en-EE"/>
              </w:rPr>
            </w:pPr>
            <w:r>
              <w:rPr>
                <w:lang w:val="en-EE"/>
              </w:rPr>
              <w:t>…</w:t>
            </w:r>
          </w:p>
        </w:tc>
        <w:tc>
          <w:tcPr>
            <w:tcW w:w="3402" w:type="dxa"/>
          </w:tcPr>
          <w:p w14:paraId="1DDF569E" w14:textId="77777777" w:rsidR="00D82C7B" w:rsidRDefault="00D82C7B" w:rsidP="00FB5166">
            <w:pPr>
              <w:spacing w:after="0"/>
              <w:jc w:val="both"/>
              <w:rPr>
                <w:lang w:val="en-EE"/>
              </w:rPr>
            </w:pPr>
            <w:r>
              <w:rPr>
                <w:lang w:val="en-EE"/>
              </w:rPr>
              <w:t>…</w:t>
            </w:r>
          </w:p>
        </w:tc>
      </w:tr>
      <w:tr w:rsidR="00D82C7B" w14:paraId="41A2CAA8" w14:textId="77777777" w:rsidTr="00FB5166">
        <w:tc>
          <w:tcPr>
            <w:tcW w:w="2119" w:type="dxa"/>
            <w:vMerge w:val="restart"/>
          </w:tcPr>
          <w:p w14:paraId="5FA5DBBA" w14:textId="77777777" w:rsidR="00D82C7B" w:rsidRDefault="00D82C7B" w:rsidP="00FB5166">
            <w:pPr>
              <w:spacing w:after="0"/>
              <w:jc w:val="both"/>
              <w:rPr>
                <w:lang w:val="en-EE"/>
              </w:rPr>
            </w:pPr>
            <w:r>
              <w:rPr>
                <w:lang w:val="en-EE"/>
              </w:rPr>
              <w:t>Oktoober 2025</w:t>
            </w:r>
          </w:p>
        </w:tc>
        <w:tc>
          <w:tcPr>
            <w:tcW w:w="3688" w:type="dxa"/>
          </w:tcPr>
          <w:p w14:paraId="78EB457C" w14:textId="01D17776"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1</w:t>
            </w:r>
          </w:p>
        </w:tc>
        <w:tc>
          <w:tcPr>
            <w:tcW w:w="3402" w:type="dxa"/>
          </w:tcPr>
          <w:p w14:paraId="74D59ADB" w14:textId="77777777" w:rsidR="00D82C7B" w:rsidRDefault="00D82C7B" w:rsidP="00FB5166">
            <w:pPr>
              <w:spacing w:after="0"/>
              <w:jc w:val="both"/>
              <w:rPr>
                <w:lang w:val="en-EE"/>
              </w:rPr>
            </w:pPr>
            <w:r>
              <w:rPr>
                <w:lang w:val="en-EE"/>
              </w:rPr>
              <w:t>x</w:t>
            </w:r>
          </w:p>
        </w:tc>
      </w:tr>
      <w:tr w:rsidR="00D82C7B" w14:paraId="39F34C0C" w14:textId="77777777" w:rsidTr="00FB5166">
        <w:tc>
          <w:tcPr>
            <w:tcW w:w="2119" w:type="dxa"/>
            <w:vMerge/>
          </w:tcPr>
          <w:p w14:paraId="1D4555B1" w14:textId="77777777" w:rsidR="00D82C7B" w:rsidRDefault="00D82C7B" w:rsidP="00FB5166">
            <w:pPr>
              <w:spacing w:after="0"/>
              <w:jc w:val="both"/>
              <w:rPr>
                <w:lang w:val="en-EE"/>
              </w:rPr>
            </w:pPr>
          </w:p>
        </w:tc>
        <w:tc>
          <w:tcPr>
            <w:tcW w:w="3688" w:type="dxa"/>
          </w:tcPr>
          <w:p w14:paraId="07F525CB" w14:textId="61A55A07"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2</w:t>
            </w:r>
          </w:p>
        </w:tc>
        <w:tc>
          <w:tcPr>
            <w:tcW w:w="3402" w:type="dxa"/>
          </w:tcPr>
          <w:p w14:paraId="62B7A2F4" w14:textId="77777777" w:rsidR="00D82C7B" w:rsidRDefault="00D82C7B" w:rsidP="00FB5166">
            <w:pPr>
              <w:spacing w:after="0"/>
              <w:jc w:val="both"/>
              <w:rPr>
                <w:lang w:val="en-EE"/>
              </w:rPr>
            </w:pPr>
            <w:r>
              <w:rPr>
                <w:lang w:val="en-EE"/>
              </w:rPr>
              <w:t>y</w:t>
            </w:r>
          </w:p>
        </w:tc>
      </w:tr>
      <w:tr w:rsidR="00D82C7B" w14:paraId="42D1AC76" w14:textId="77777777" w:rsidTr="00FB5166">
        <w:tc>
          <w:tcPr>
            <w:tcW w:w="2119" w:type="dxa"/>
            <w:vMerge/>
          </w:tcPr>
          <w:p w14:paraId="45B9474B" w14:textId="77777777" w:rsidR="00D82C7B" w:rsidRDefault="00D82C7B" w:rsidP="00FB5166">
            <w:pPr>
              <w:spacing w:after="0"/>
              <w:jc w:val="both"/>
              <w:rPr>
                <w:lang w:val="en-EE"/>
              </w:rPr>
            </w:pPr>
          </w:p>
        </w:tc>
        <w:tc>
          <w:tcPr>
            <w:tcW w:w="3688" w:type="dxa"/>
          </w:tcPr>
          <w:p w14:paraId="6FF0E767" w14:textId="77777777" w:rsidR="00D82C7B" w:rsidRDefault="00D82C7B" w:rsidP="00FB5166">
            <w:pPr>
              <w:spacing w:after="0"/>
              <w:jc w:val="both"/>
              <w:rPr>
                <w:lang w:val="en-EE"/>
              </w:rPr>
            </w:pPr>
            <w:r>
              <w:rPr>
                <w:lang w:val="en-EE"/>
              </w:rPr>
              <w:t>…</w:t>
            </w:r>
          </w:p>
        </w:tc>
        <w:tc>
          <w:tcPr>
            <w:tcW w:w="3402" w:type="dxa"/>
          </w:tcPr>
          <w:p w14:paraId="07EA4E7C" w14:textId="77777777" w:rsidR="00D82C7B" w:rsidRDefault="00D82C7B" w:rsidP="00FB5166">
            <w:pPr>
              <w:spacing w:after="0"/>
              <w:jc w:val="both"/>
              <w:rPr>
                <w:lang w:val="en-EE"/>
              </w:rPr>
            </w:pPr>
            <w:r>
              <w:rPr>
                <w:lang w:val="en-EE"/>
              </w:rPr>
              <w:t>…</w:t>
            </w:r>
          </w:p>
        </w:tc>
      </w:tr>
      <w:tr w:rsidR="00D82C7B" w14:paraId="78DB2A3A" w14:textId="77777777" w:rsidTr="00FB5166">
        <w:tc>
          <w:tcPr>
            <w:tcW w:w="2119" w:type="dxa"/>
            <w:vMerge/>
          </w:tcPr>
          <w:p w14:paraId="00D1F44D" w14:textId="77777777" w:rsidR="00D82C7B" w:rsidRDefault="00D82C7B" w:rsidP="00FB5166">
            <w:pPr>
              <w:spacing w:after="0"/>
              <w:jc w:val="both"/>
              <w:rPr>
                <w:lang w:val="en-EE"/>
              </w:rPr>
            </w:pPr>
          </w:p>
        </w:tc>
        <w:tc>
          <w:tcPr>
            <w:tcW w:w="3688" w:type="dxa"/>
          </w:tcPr>
          <w:p w14:paraId="1195E1C0" w14:textId="36BE8C5A" w:rsidR="00D82C7B" w:rsidRDefault="009C4C10" w:rsidP="00FB5166">
            <w:pPr>
              <w:spacing w:after="0"/>
              <w:jc w:val="both"/>
              <w:rPr>
                <w:lang w:val="en-EE"/>
              </w:rPr>
            </w:pPr>
            <w:r>
              <w:rPr>
                <w:lang w:val="en-EE"/>
              </w:rPr>
              <w:t xml:space="preserve">Senine </w:t>
            </w:r>
            <w:r w:rsidR="00D82C7B">
              <w:rPr>
                <w:lang w:val="en-EE"/>
              </w:rPr>
              <w:t>kodakondsus</w:t>
            </w:r>
            <w:r w:rsidR="00D82C7B">
              <w:rPr>
                <w:lang w:val="en-EE"/>
              </w:rPr>
              <w:t xml:space="preserve"> n</w:t>
            </w:r>
          </w:p>
        </w:tc>
        <w:tc>
          <w:tcPr>
            <w:tcW w:w="3402" w:type="dxa"/>
          </w:tcPr>
          <w:p w14:paraId="3E0249EF" w14:textId="35BE8BB0" w:rsidR="00D82C7B" w:rsidRDefault="009C4C10" w:rsidP="00FB5166">
            <w:pPr>
              <w:spacing w:after="0"/>
              <w:jc w:val="both"/>
              <w:rPr>
                <w:lang w:val="en-EE"/>
              </w:rPr>
            </w:pPr>
            <w:r>
              <w:rPr>
                <w:lang w:val="en-EE"/>
              </w:rPr>
              <w:t>z</w:t>
            </w:r>
          </w:p>
        </w:tc>
      </w:tr>
    </w:tbl>
    <w:p w14:paraId="2CFB6FE2" w14:textId="77777777" w:rsidR="005030BA" w:rsidRPr="0074680F" w:rsidRDefault="005030BA" w:rsidP="00EB04E8">
      <w:pPr>
        <w:spacing w:after="0"/>
        <w:jc w:val="both"/>
      </w:pPr>
    </w:p>
    <w:p w14:paraId="4A4A71A8" w14:textId="6D5C717C" w:rsidR="004C1CF1" w:rsidRDefault="004C1CF1" w:rsidP="00EB04E8">
      <w:pPr>
        <w:spacing w:after="0"/>
        <w:jc w:val="both"/>
      </w:pPr>
    </w:p>
    <w:p w14:paraId="0D2BB6FD" w14:textId="77777777" w:rsidR="00A320E0" w:rsidRDefault="00A320E0" w:rsidP="00EB04E8">
      <w:pPr>
        <w:spacing w:after="0"/>
        <w:jc w:val="both"/>
      </w:pPr>
    </w:p>
    <w:p w14:paraId="6884DF3A" w14:textId="71DCFE31" w:rsidR="00A320E0" w:rsidRDefault="00A320E0" w:rsidP="00EB04E8">
      <w:pPr>
        <w:spacing w:after="0"/>
        <w:jc w:val="both"/>
      </w:pPr>
      <w:r>
        <w:t>Lugupidamisega,</w:t>
      </w:r>
    </w:p>
    <w:p w14:paraId="0603441E" w14:textId="77777777" w:rsidR="00A320E0" w:rsidRDefault="00A320E0" w:rsidP="00EB04E8">
      <w:pPr>
        <w:spacing w:after="0"/>
        <w:jc w:val="both"/>
      </w:pPr>
    </w:p>
    <w:p w14:paraId="7450D538" w14:textId="27B26B77" w:rsidR="00AB281C" w:rsidRDefault="00AB281C" w:rsidP="00EB04E8">
      <w:pPr>
        <w:spacing w:after="0"/>
        <w:jc w:val="both"/>
      </w:pPr>
      <w:r>
        <w:t>Rain Epler</w:t>
      </w:r>
    </w:p>
    <w:p w14:paraId="5BC16017" w14:textId="5208B858" w:rsidR="00A320E0" w:rsidRDefault="00A320E0" w:rsidP="00EB04E8">
      <w:pPr>
        <w:spacing w:after="0"/>
        <w:jc w:val="both"/>
      </w:pPr>
      <w:r>
        <w:t>Riigikogu lii</w:t>
      </w:r>
      <w:r w:rsidR="00AB281C">
        <w:t>ge</w:t>
      </w:r>
    </w:p>
    <w:p w14:paraId="36FA3720" w14:textId="28645CEE" w:rsidR="00AB281C" w:rsidRPr="002E7912" w:rsidRDefault="00AB281C" w:rsidP="00EB04E8">
      <w:pPr>
        <w:spacing w:after="0"/>
        <w:jc w:val="both"/>
      </w:pPr>
      <w:r>
        <w:t>/allkirjastatud digitaalselt/</w:t>
      </w:r>
    </w:p>
    <w:sectPr w:rsidR="00AB281C" w:rsidRPr="002E7912"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95B39" w14:textId="77777777" w:rsidR="00A637F4" w:rsidRDefault="00A637F4" w:rsidP="00561B25">
      <w:pPr>
        <w:spacing w:after="0"/>
      </w:pPr>
      <w:r>
        <w:separator/>
      </w:r>
    </w:p>
  </w:endnote>
  <w:endnote w:type="continuationSeparator" w:id="0">
    <w:p w14:paraId="3290D3CA" w14:textId="77777777" w:rsidR="00A637F4" w:rsidRDefault="00A637F4"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altName w:val="Times New Roman"/>
    <w:panose1 w:val="020B0604020202020204"/>
    <w:charset w:val="BA"/>
    <w:family w:val="roman"/>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C07F" w14:textId="77777777" w:rsidR="006A283E" w:rsidRDefault="002E7912">
    <w:pPr>
      <w:pStyle w:val="Footer"/>
    </w:pPr>
    <w:r>
      <w:rPr>
        <w:noProof/>
        <w:lang w:eastAsia="et-EE"/>
      </w:rPr>
      <w:drawing>
        <wp:anchor distT="0" distB="0" distL="114300" distR="114300" simplePos="0" relativeHeight="251656192" behindDoc="1" locked="0" layoutInCell="1" allowOverlap="1" wp14:anchorId="276DEE85" wp14:editId="3F643218">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C7B2B" w14:textId="77777777" w:rsidR="00A637F4" w:rsidRDefault="00A637F4" w:rsidP="00561B25">
      <w:pPr>
        <w:spacing w:after="0"/>
      </w:pPr>
      <w:r>
        <w:separator/>
      </w:r>
    </w:p>
  </w:footnote>
  <w:footnote w:type="continuationSeparator" w:id="0">
    <w:p w14:paraId="47091FBB" w14:textId="77777777" w:rsidR="00A637F4" w:rsidRDefault="00A637F4"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AAA29" w14:textId="77777777" w:rsidR="006A283E" w:rsidRDefault="00D25EF7">
    <w:pPr>
      <w:pStyle w:val="Header"/>
    </w:pPr>
    <w:r>
      <w:rPr>
        <w:noProof/>
        <w:lang w:eastAsia="et-EE"/>
      </w:rPr>
      <w:drawing>
        <wp:anchor distT="0" distB="0" distL="114300" distR="114300" simplePos="0" relativeHeight="251658240" behindDoc="0" locked="0" layoutInCell="1" allowOverlap="1" wp14:anchorId="08465213" wp14:editId="0CC75B7A">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8B2CBB">
      <w:rPr>
        <w:noProof/>
        <w:lang w:val="en-US"/>
      </w:rPr>
      <mc:AlternateContent>
        <mc:Choice Requires="wps">
          <w:drawing>
            <wp:anchor distT="0" distB="0" distL="114300" distR="114300" simplePos="0" relativeHeight="251659264" behindDoc="0" locked="0" layoutInCell="1" allowOverlap="1" wp14:anchorId="570D101D" wp14:editId="2B301C9A">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01E28B07"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D101D"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" filled="f" stroked="f">
              <v:textbox>
                <w:txbxContent>
                  <w:p w14:paraId="01E28B07"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FE39" w14:textId="77777777" w:rsidR="006A283E" w:rsidRDefault="00D25EF7">
    <w:pPr>
      <w:pStyle w:val="Header"/>
    </w:pPr>
    <w:r>
      <w:rPr>
        <w:noProof/>
        <w:lang w:eastAsia="et-EE"/>
      </w:rPr>
      <w:drawing>
        <wp:anchor distT="0" distB="0" distL="114300" distR="114300" simplePos="0" relativeHeight="251657216" behindDoc="0" locked="0" layoutInCell="1" allowOverlap="1" wp14:anchorId="6FC60148" wp14:editId="1A2C0FFC">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859"/>
    <w:multiLevelType w:val="hybridMultilevel"/>
    <w:tmpl w:val="4864B4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87F8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A14E7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D51082"/>
    <w:multiLevelType w:val="hybridMultilevel"/>
    <w:tmpl w:val="E18A07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233CFA"/>
    <w:multiLevelType w:val="hybridMultilevel"/>
    <w:tmpl w:val="CE6C86F2"/>
    <w:lvl w:ilvl="0" w:tplc="BBB45906">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933A5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0445236">
    <w:abstractNumId w:val="1"/>
  </w:num>
  <w:num w:numId="2" w16cid:durableId="1027751571">
    <w:abstractNumId w:val="5"/>
  </w:num>
  <w:num w:numId="3" w16cid:durableId="1385762923">
    <w:abstractNumId w:val="5"/>
  </w:num>
  <w:num w:numId="4" w16cid:durableId="526136172">
    <w:abstractNumId w:val="2"/>
  </w:num>
  <w:num w:numId="5" w16cid:durableId="309870159">
    <w:abstractNumId w:val="1"/>
  </w:num>
  <w:num w:numId="6" w16cid:durableId="1255362507">
    <w:abstractNumId w:val="2"/>
  </w:num>
  <w:num w:numId="7" w16cid:durableId="1866403108">
    <w:abstractNumId w:val="7"/>
  </w:num>
  <w:num w:numId="8" w16cid:durableId="603924982">
    <w:abstractNumId w:val="6"/>
  </w:num>
  <w:num w:numId="9" w16cid:durableId="1455901791">
    <w:abstractNumId w:val="4"/>
  </w:num>
  <w:num w:numId="10" w16cid:durableId="163862804">
    <w:abstractNumId w:val="0"/>
  </w:num>
  <w:num w:numId="11" w16cid:durableId="111443042">
    <w:abstractNumId w:val="8"/>
  </w:num>
  <w:num w:numId="12" w16cid:durableId="1290357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CBB"/>
    <w:rsid w:val="00000C21"/>
    <w:rsid w:val="00012776"/>
    <w:rsid w:val="00024197"/>
    <w:rsid w:val="000417C9"/>
    <w:rsid w:val="00051D0A"/>
    <w:rsid w:val="000646DB"/>
    <w:rsid w:val="0008346A"/>
    <w:rsid w:val="000E409E"/>
    <w:rsid w:val="000E6E61"/>
    <w:rsid w:val="001633F5"/>
    <w:rsid w:val="0019000D"/>
    <w:rsid w:val="001A3E91"/>
    <w:rsid w:val="001B0EB3"/>
    <w:rsid w:val="001B1B35"/>
    <w:rsid w:val="001F2A41"/>
    <w:rsid w:val="001F32A0"/>
    <w:rsid w:val="00236180"/>
    <w:rsid w:val="00242EEE"/>
    <w:rsid w:val="00283708"/>
    <w:rsid w:val="002959F8"/>
    <w:rsid w:val="002C6D3D"/>
    <w:rsid w:val="002E7912"/>
    <w:rsid w:val="00344DBE"/>
    <w:rsid w:val="00355D8A"/>
    <w:rsid w:val="003E237F"/>
    <w:rsid w:val="003F6CF9"/>
    <w:rsid w:val="00457E2D"/>
    <w:rsid w:val="004973BB"/>
    <w:rsid w:val="004A4AC7"/>
    <w:rsid w:val="004C1CF1"/>
    <w:rsid w:val="005030BA"/>
    <w:rsid w:val="00545394"/>
    <w:rsid w:val="00561B25"/>
    <w:rsid w:val="00565948"/>
    <w:rsid w:val="005A1232"/>
    <w:rsid w:val="005D7941"/>
    <w:rsid w:val="005F7E3B"/>
    <w:rsid w:val="00612D5A"/>
    <w:rsid w:val="00624233"/>
    <w:rsid w:val="00661D7F"/>
    <w:rsid w:val="00680A04"/>
    <w:rsid w:val="006A283E"/>
    <w:rsid w:val="006E494E"/>
    <w:rsid w:val="006E63DF"/>
    <w:rsid w:val="007A21CD"/>
    <w:rsid w:val="008110D0"/>
    <w:rsid w:val="0086416A"/>
    <w:rsid w:val="00882C8D"/>
    <w:rsid w:val="008B2CBB"/>
    <w:rsid w:val="0093173C"/>
    <w:rsid w:val="00976001"/>
    <w:rsid w:val="00997A68"/>
    <w:rsid w:val="009B14B2"/>
    <w:rsid w:val="009B2474"/>
    <w:rsid w:val="009C4C10"/>
    <w:rsid w:val="00A16A0B"/>
    <w:rsid w:val="00A320E0"/>
    <w:rsid w:val="00A637F4"/>
    <w:rsid w:val="00AA0995"/>
    <w:rsid w:val="00AA50E9"/>
    <w:rsid w:val="00AB0B3A"/>
    <w:rsid w:val="00AB281C"/>
    <w:rsid w:val="00AC2244"/>
    <w:rsid w:val="00B24431"/>
    <w:rsid w:val="00BB3105"/>
    <w:rsid w:val="00BF460E"/>
    <w:rsid w:val="00C3555D"/>
    <w:rsid w:val="00C41AC1"/>
    <w:rsid w:val="00C940E1"/>
    <w:rsid w:val="00D25EF7"/>
    <w:rsid w:val="00D82C7B"/>
    <w:rsid w:val="00DC43D4"/>
    <w:rsid w:val="00DE76BF"/>
    <w:rsid w:val="00E032A5"/>
    <w:rsid w:val="00E2540B"/>
    <w:rsid w:val="00E31627"/>
    <w:rsid w:val="00E323FE"/>
    <w:rsid w:val="00EA1D2A"/>
    <w:rsid w:val="00EB04E8"/>
    <w:rsid w:val="00EE1083"/>
    <w:rsid w:val="00EE74BE"/>
    <w:rsid w:val="00F35CFE"/>
    <w:rsid w:val="00F44257"/>
    <w:rsid w:val="00F65B96"/>
    <w:rsid w:val="00FB5C3B"/>
    <w:rsid w:val="00FD5E06"/>
    <w:rsid w:val="00FF2E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214479"/>
  <w15:docId w15:val="{77582F24-5308-413C-A9B3-4B7BA49F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character" w:styleId="UnresolvedMention">
    <w:name w:val="Unresolved Mention"/>
    <w:basedOn w:val="DefaultParagraphFont"/>
    <w:uiPriority w:val="99"/>
    <w:semiHidden/>
    <w:unhideWhenUsed/>
    <w:rsid w:val="00AC2244"/>
    <w:rPr>
      <w:color w:val="605E5C"/>
      <w:shd w:val="clear" w:color="auto" w:fill="E1DFDD"/>
    </w:rPr>
  </w:style>
  <w:style w:type="table" w:styleId="TableGrid">
    <w:name w:val="Table Grid"/>
    <w:basedOn w:val="TableNormal"/>
    <w:uiPriority w:val="59"/>
    <w:rsid w:val="00D82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472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AA7BA-FC53-4676-B444-1C2EBB43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R:\Plangid\Riigikogu_eesti_kirjaplank.dotx</Template>
  <TotalTime>12</TotalTime>
  <Pages>1</Pages>
  <Words>153</Words>
  <Characters>873</Characters>
  <Application>Microsoft Office Word</Application>
  <DocSecurity>0</DocSecurity>
  <Lines>7</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 Minka</dc:creator>
  <cp:lastModifiedBy>Rain Epler</cp:lastModifiedBy>
  <cp:revision>4</cp:revision>
  <cp:lastPrinted>2013-08-13T15:55:00Z</cp:lastPrinted>
  <dcterms:created xsi:type="dcterms:W3CDTF">2025-11-10T13:54:00Z</dcterms:created>
  <dcterms:modified xsi:type="dcterms:W3CDTF">2025-11-10T14:06:00Z</dcterms:modified>
</cp:coreProperties>
</file>